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horzAnchor="margin" w:tblpY="552"/>
        <w:tblW w:w="0" w:type="auto"/>
        <w:tblLook w:val="04A0" w:firstRow="1" w:lastRow="0" w:firstColumn="1" w:lastColumn="0" w:noHBand="0" w:noVBand="1"/>
      </w:tblPr>
      <w:tblGrid>
        <w:gridCol w:w="3515"/>
        <w:gridCol w:w="3666"/>
        <w:gridCol w:w="1881"/>
      </w:tblGrid>
      <w:tr w:rsidR="00B3478A" w14:paraId="61F1E930" w14:textId="77777777" w:rsidTr="00F244D9">
        <w:tc>
          <w:tcPr>
            <w:tcW w:w="3515" w:type="dxa"/>
          </w:tcPr>
          <w:p w14:paraId="0434EB59" w14:textId="77777777" w:rsidR="00B3478A" w:rsidRPr="00484521" w:rsidRDefault="00B3478A" w:rsidP="00F244D9">
            <w:pP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484521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TECHNICKÝ PARAMETR</w:t>
            </w:r>
          </w:p>
        </w:tc>
        <w:tc>
          <w:tcPr>
            <w:tcW w:w="3666" w:type="dxa"/>
          </w:tcPr>
          <w:p w14:paraId="7D357757" w14:textId="77777777" w:rsidR="00B3478A" w:rsidRPr="00484521" w:rsidRDefault="00B3478A" w:rsidP="00F244D9">
            <w:pP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484521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1881" w:type="dxa"/>
          </w:tcPr>
          <w:p w14:paraId="073045C9" w14:textId="77777777" w:rsidR="00B3478A" w:rsidRPr="00484521" w:rsidRDefault="00B3478A" w:rsidP="00F244D9">
            <w:pPr>
              <w:rPr>
                <w:rFonts w:eastAsia="Times New Roman" w:cstheme="minorHAnsi"/>
                <w:b/>
                <w:sz w:val="20"/>
                <w:szCs w:val="20"/>
                <w:lang w:eastAsia="cs-CZ"/>
              </w:rPr>
            </w:pPr>
            <w:r w:rsidRPr="00484521">
              <w:rPr>
                <w:rFonts w:eastAsia="Times New Roman" w:cstheme="minorHAnsi"/>
                <w:b/>
                <w:sz w:val="20"/>
                <w:szCs w:val="20"/>
                <w:lang w:eastAsia="cs-CZ"/>
              </w:rPr>
              <w:t>ANO/NE/HODNOTA</w:t>
            </w:r>
          </w:p>
        </w:tc>
      </w:tr>
      <w:tr w:rsidR="00B3478A" w14:paraId="7877126C" w14:textId="77777777" w:rsidTr="00F244D9">
        <w:tc>
          <w:tcPr>
            <w:tcW w:w="3515" w:type="dxa"/>
          </w:tcPr>
          <w:p w14:paraId="188BC6FC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univerzální nosič nářadí</w:t>
            </w:r>
          </w:p>
        </w:tc>
        <w:tc>
          <w:tcPr>
            <w:tcW w:w="3666" w:type="dxa"/>
          </w:tcPr>
          <w:p w14:paraId="455D5E47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29F6B47E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2F660BB7" w14:textId="77777777" w:rsidTr="00F244D9">
        <w:tc>
          <w:tcPr>
            <w:tcW w:w="3515" w:type="dxa"/>
          </w:tcPr>
          <w:p w14:paraId="0B0AB279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výkon</w:t>
            </w:r>
          </w:p>
        </w:tc>
        <w:tc>
          <w:tcPr>
            <w:tcW w:w="3666" w:type="dxa"/>
          </w:tcPr>
          <w:p w14:paraId="346D7B8A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min. 38 HP, max.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44 HP</w:t>
            </w:r>
          </w:p>
        </w:tc>
        <w:tc>
          <w:tcPr>
            <w:tcW w:w="1881" w:type="dxa"/>
          </w:tcPr>
          <w:p w14:paraId="67291DB8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6A8581EC" w14:textId="77777777" w:rsidTr="00F244D9">
        <w:tc>
          <w:tcPr>
            <w:tcW w:w="3515" w:type="dxa"/>
          </w:tcPr>
          <w:p w14:paraId="78DC2639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palivo diesel</w:t>
            </w:r>
          </w:p>
        </w:tc>
        <w:tc>
          <w:tcPr>
            <w:tcW w:w="3666" w:type="dxa"/>
          </w:tcPr>
          <w:p w14:paraId="30B34222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67FCDBB4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22631AF4" w14:textId="77777777" w:rsidTr="00F244D9">
        <w:tc>
          <w:tcPr>
            <w:tcW w:w="3515" w:type="dxa"/>
          </w:tcPr>
          <w:p w14:paraId="1ED62C67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počet válců</w:t>
            </w:r>
          </w:p>
        </w:tc>
        <w:tc>
          <w:tcPr>
            <w:tcW w:w="3666" w:type="dxa"/>
          </w:tcPr>
          <w:p w14:paraId="197233F4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min. 4</w:t>
            </w:r>
          </w:p>
        </w:tc>
        <w:tc>
          <w:tcPr>
            <w:tcW w:w="1881" w:type="dxa"/>
          </w:tcPr>
          <w:p w14:paraId="4D3FC486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03D20804" w14:textId="77777777" w:rsidTr="00F244D9">
        <w:tc>
          <w:tcPr>
            <w:tcW w:w="3515" w:type="dxa"/>
          </w:tcPr>
          <w:p w14:paraId="4F0DC70D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palivová nádrž</w:t>
            </w:r>
          </w:p>
        </w:tc>
        <w:tc>
          <w:tcPr>
            <w:tcW w:w="3666" w:type="dxa"/>
          </w:tcPr>
          <w:p w14:paraId="5E9A1157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min. 30 l</w:t>
            </w:r>
          </w:p>
        </w:tc>
        <w:tc>
          <w:tcPr>
            <w:tcW w:w="1881" w:type="dxa"/>
          </w:tcPr>
          <w:p w14:paraId="57982BB8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321A0890" w14:textId="77777777" w:rsidTr="00F244D9">
        <w:tc>
          <w:tcPr>
            <w:tcW w:w="3515" w:type="dxa"/>
          </w:tcPr>
          <w:p w14:paraId="2B8A3096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hydrostatická převodovka</w:t>
            </w:r>
          </w:p>
        </w:tc>
        <w:tc>
          <w:tcPr>
            <w:tcW w:w="3666" w:type="dxa"/>
          </w:tcPr>
          <w:p w14:paraId="6F76A7A2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3609D415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2CAFA0C3" w14:textId="77777777" w:rsidTr="00F244D9">
        <w:tc>
          <w:tcPr>
            <w:tcW w:w="3515" w:type="dxa"/>
          </w:tcPr>
          <w:p w14:paraId="2BC75B79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pohon</w:t>
            </w:r>
          </w:p>
        </w:tc>
        <w:tc>
          <w:tcPr>
            <w:tcW w:w="3666" w:type="dxa"/>
          </w:tcPr>
          <w:p w14:paraId="1A0CFEA9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4x2 permanentně, 4x4 s uzávěrkou</w:t>
            </w:r>
          </w:p>
        </w:tc>
        <w:tc>
          <w:tcPr>
            <w:tcW w:w="1881" w:type="dxa"/>
          </w:tcPr>
          <w:p w14:paraId="7F925ABA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1C058D5A" w14:textId="77777777" w:rsidTr="00F244D9">
        <w:tc>
          <w:tcPr>
            <w:tcW w:w="3515" w:type="dxa"/>
          </w:tcPr>
          <w:p w14:paraId="68B710CF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uzávěrka diferenciálu</w:t>
            </w:r>
          </w:p>
        </w:tc>
        <w:tc>
          <w:tcPr>
            <w:tcW w:w="3666" w:type="dxa"/>
          </w:tcPr>
          <w:p w14:paraId="520CC956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automatická i tlačítkovým ovládáním</w:t>
            </w:r>
          </w:p>
        </w:tc>
        <w:tc>
          <w:tcPr>
            <w:tcW w:w="1881" w:type="dxa"/>
          </w:tcPr>
          <w:p w14:paraId="4F94D6E9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26EDB670" w14:textId="77777777" w:rsidTr="00F244D9">
        <w:tc>
          <w:tcPr>
            <w:tcW w:w="3515" w:type="dxa"/>
          </w:tcPr>
          <w:p w14:paraId="1C0C6DF8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přední sečení</w:t>
            </w:r>
          </w:p>
        </w:tc>
        <w:tc>
          <w:tcPr>
            <w:tcW w:w="3666" w:type="dxa"/>
          </w:tcPr>
          <w:p w14:paraId="23E38662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min. 150 cm</w:t>
            </w:r>
          </w:p>
        </w:tc>
        <w:tc>
          <w:tcPr>
            <w:tcW w:w="1881" w:type="dxa"/>
          </w:tcPr>
          <w:p w14:paraId="6AA7156C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61549D18" w14:textId="77777777" w:rsidTr="00F244D9">
        <w:tc>
          <w:tcPr>
            <w:tcW w:w="3515" w:type="dxa"/>
          </w:tcPr>
          <w:p w14:paraId="087CB73D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výška seče minimální</w:t>
            </w:r>
          </w:p>
        </w:tc>
        <w:tc>
          <w:tcPr>
            <w:tcW w:w="3666" w:type="dxa"/>
          </w:tcPr>
          <w:p w14:paraId="338E5CC1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max. 3 cm</w:t>
            </w:r>
          </w:p>
        </w:tc>
        <w:tc>
          <w:tcPr>
            <w:tcW w:w="1881" w:type="dxa"/>
          </w:tcPr>
          <w:p w14:paraId="7789176D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127DDF05" w14:textId="77777777" w:rsidTr="00F244D9">
        <w:tc>
          <w:tcPr>
            <w:tcW w:w="3515" w:type="dxa"/>
          </w:tcPr>
          <w:p w14:paraId="061B7C29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výška seče maximální</w:t>
            </w:r>
          </w:p>
        </w:tc>
        <w:tc>
          <w:tcPr>
            <w:tcW w:w="3666" w:type="dxa"/>
          </w:tcPr>
          <w:p w14:paraId="6776ED96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min. 10 cm</w:t>
            </w:r>
          </w:p>
        </w:tc>
        <w:tc>
          <w:tcPr>
            <w:tcW w:w="1881" w:type="dxa"/>
          </w:tcPr>
          <w:p w14:paraId="58857246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5C4FEF86" w14:textId="77777777" w:rsidTr="00F244D9">
        <w:tc>
          <w:tcPr>
            <w:tcW w:w="3515" w:type="dxa"/>
          </w:tcPr>
          <w:p w14:paraId="01E17266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výška sečení nastavitelná mechanicky</w:t>
            </w:r>
          </w:p>
        </w:tc>
        <w:tc>
          <w:tcPr>
            <w:tcW w:w="3666" w:type="dxa"/>
          </w:tcPr>
          <w:p w14:paraId="40EE73A5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16D74A74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71233856" w14:textId="77777777" w:rsidTr="00F244D9">
        <w:tc>
          <w:tcPr>
            <w:tcW w:w="3515" w:type="dxa"/>
          </w:tcPr>
          <w:p w14:paraId="01A4C80B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počet nožů sečení</w:t>
            </w:r>
          </w:p>
        </w:tc>
        <w:tc>
          <w:tcPr>
            <w:tcW w:w="3666" w:type="dxa"/>
          </w:tcPr>
          <w:p w14:paraId="299AF1BD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min. 2</w:t>
            </w:r>
          </w:p>
        </w:tc>
        <w:tc>
          <w:tcPr>
            <w:tcW w:w="1881" w:type="dxa"/>
          </w:tcPr>
          <w:p w14:paraId="3838ABCA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7DA6DB84" w14:textId="77777777" w:rsidTr="00F244D9">
        <w:tc>
          <w:tcPr>
            <w:tcW w:w="3515" w:type="dxa"/>
          </w:tcPr>
          <w:p w14:paraId="6F353C91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pohon sečení přes kardan</w:t>
            </w:r>
          </w:p>
        </w:tc>
        <w:tc>
          <w:tcPr>
            <w:tcW w:w="3666" w:type="dxa"/>
          </w:tcPr>
          <w:p w14:paraId="6861744B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7DB7578E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7B002B1D" w14:textId="77777777" w:rsidTr="00F244D9">
        <w:tc>
          <w:tcPr>
            <w:tcW w:w="3515" w:type="dxa"/>
          </w:tcPr>
          <w:p w14:paraId="05405DC1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mulčovací sada</w:t>
            </w:r>
          </w:p>
        </w:tc>
        <w:tc>
          <w:tcPr>
            <w:tcW w:w="3666" w:type="dxa"/>
          </w:tcPr>
          <w:p w14:paraId="11595FE7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2CC0C988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6794DD13" w14:textId="77777777" w:rsidTr="00F244D9">
        <w:tc>
          <w:tcPr>
            <w:tcW w:w="3515" w:type="dxa"/>
          </w:tcPr>
          <w:p w14:paraId="5082E707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zapínání sečení nezávislé na ventilátoru</w:t>
            </w:r>
          </w:p>
        </w:tc>
        <w:tc>
          <w:tcPr>
            <w:tcW w:w="3666" w:type="dxa"/>
          </w:tcPr>
          <w:p w14:paraId="48E5DC2C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353C5BA7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1FFA310F" w14:textId="77777777" w:rsidTr="00F244D9">
        <w:tc>
          <w:tcPr>
            <w:tcW w:w="3515" w:type="dxa"/>
          </w:tcPr>
          <w:p w14:paraId="54F1FFB6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zapínání ventilátoru nezávislé na sečení</w:t>
            </w:r>
          </w:p>
        </w:tc>
        <w:tc>
          <w:tcPr>
            <w:tcW w:w="3666" w:type="dxa"/>
          </w:tcPr>
          <w:p w14:paraId="62EBD2D7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0C046743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55B842EA" w14:textId="77777777" w:rsidTr="00F244D9">
        <w:tc>
          <w:tcPr>
            <w:tcW w:w="3515" w:type="dxa"/>
          </w:tcPr>
          <w:p w14:paraId="5C38DD5F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servisní poloha – úhel naklopení sečení</w:t>
            </w:r>
          </w:p>
        </w:tc>
        <w:tc>
          <w:tcPr>
            <w:tcW w:w="3666" w:type="dxa"/>
          </w:tcPr>
          <w:p w14:paraId="0C9165F3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min. 65° od vodorovné podložky</w:t>
            </w:r>
          </w:p>
        </w:tc>
        <w:tc>
          <w:tcPr>
            <w:tcW w:w="1881" w:type="dxa"/>
          </w:tcPr>
          <w:p w14:paraId="4100C5FD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146285A1" w14:textId="77777777" w:rsidTr="00F244D9">
        <w:tc>
          <w:tcPr>
            <w:tcW w:w="3515" w:type="dxa"/>
          </w:tcPr>
          <w:p w14:paraId="18EBFA34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sání posečeného materiálu přes turbínu</w:t>
            </w:r>
          </w:p>
        </w:tc>
        <w:tc>
          <w:tcPr>
            <w:tcW w:w="3666" w:type="dxa"/>
          </w:tcPr>
          <w:p w14:paraId="2FEA65A6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4E4A5317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6EDC6D4A" w14:textId="77777777" w:rsidTr="00F244D9">
        <w:tc>
          <w:tcPr>
            <w:tcW w:w="3515" w:type="dxa"/>
          </w:tcPr>
          <w:p w14:paraId="22AD3706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průměr turbíny</w:t>
            </w:r>
          </w:p>
        </w:tc>
        <w:tc>
          <w:tcPr>
            <w:tcW w:w="3666" w:type="dxa"/>
          </w:tcPr>
          <w:p w14:paraId="6A24AA3C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min. 40 cm</w:t>
            </w:r>
          </w:p>
        </w:tc>
        <w:tc>
          <w:tcPr>
            <w:tcW w:w="1881" w:type="dxa"/>
          </w:tcPr>
          <w:p w14:paraId="1BA39D76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54CE3922" w14:textId="77777777" w:rsidTr="00F244D9">
        <w:tc>
          <w:tcPr>
            <w:tcW w:w="3515" w:type="dxa"/>
          </w:tcPr>
          <w:p w14:paraId="19599D48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sběr do integrovaného koše </w:t>
            </w:r>
          </w:p>
        </w:tc>
        <w:tc>
          <w:tcPr>
            <w:tcW w:w="3666" w:type="dxa"/>
          </w:tcPr>
          <w:p w14:paraId="1DF38E21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23A03998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1443DDAA" w14:textId="77777777" w:rsidTr="00F244D9">
        <w:tc>
          <w:tcPr>
            <w:tcW w:w="3515" w:type="dxa"/>
          </w:tcPr>
          <w:p w14:paraId="0672C10B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v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ýklop na vůz</w:t>
            </w:r>
          </w:p>
        </w:tc>
        <w:tc>
          <w:tcPr>
            <w:tcW w:w="3666" w:type="dxa"/>
          </w:tcPr>
          <w:p w14:paraId="7B6487DA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5ABCB3A0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69D1BCA2" w14:textId="77777777" w:rsidTr="00F244D9">
        <w:tc>
          <w:tcPr>
            <w:tcW w:w="3515" w:type="dxa"/>
          </w:tcPr>
          <w:p w14:paraId="0A9B82C0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71235C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výška 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výklopu</w:t>
            </w:r>
          </w:p>
        </w:tc>
        <w:tc>
          <w:tcPr>
            <w:tcW w:w="3666" w:type="dxa"/>
          </w:tcPr>
          <w:p w14:paraId="0AF3B7E0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min. 205 cm</w:t>
            </w:r>
          </w:p>
        </w:tc>
        <w:tc>
          <w:tcPr>
            <w:tcW w:w="1881" w:type="dxa"/>
          </w:tcPr>
          <w:p w14:paraId="42E1C1B9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6367327C" w14:textId="77777777" w:rsidTr="00F244D9">
        <w:tc>
          <w:tcPr>
            <w:tcW w:w="3515" w:type="dxa"/>
          </w:tcPr>
          <w:p w14:paraId="2E3E784E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velikost koše</w:t>
            </w:r>
          </w:p>
        </w:tc>
        <w:tc>
          <w:tcPr>
            <w:tcW w:w="3666" w:type="dxa"/>
          </w:tcPr>
          <w:p w14:paraId="2D9A1FEE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min. 1100 litrů</w:t>
            </w:r>
          </w:p>
        </w:tc>
        <w:tc>
          <w:tcPr>
            <w:tcW w:w="1881" w:type="dxa"/>
          </w:tcPr>
          <w:p w14:paraId="0CC7ADE7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0C976A03" w14:textId="77777777" w:rsidTr="00F244D9">
        <w:tc>
          <w:tcPr>
            <w:tcW w:w="3515" w:type="dxa"/>
          </w:tcPr>
          <w:p w14:paraId="0908A866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volant nastavitelný</w:t>
            </w:r>
          </w:p>
        </w:tc>
        <w:tc>
          <w:tcPr>
            <w:tcW w:w="3666" w:type="dxa"/>
          </w:tcPr>
          <w:p w14:paraId="2C31135E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71C0CD78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404BE850" w14:textId="77777777" w:rsidTr="00F244D9">
        <w:tc>
          <w:tcPr>
            <w:tcW w:w="3515" w:type="dxa"/>
          </w:tcPr>
          <w:p w14:paraId="27CA9A7B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řízení</w:t>
            </w:r>
          </w:p>
        </w:tc>
        <w:tc>
          <w:tcPr>
            <w:tcW w:w="3666" w:type="dxa"/>
          </w:tcPr>
          <w:p w14:paraId="22952CAA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hydrostatické s posilovačem</w:t>
            </w:r>
          </w:p>
        </w:tc>
        <w:tc>
          <w:tcPr>
            <w:tcW w:w="1881" w:type="dxa"/>
          </w:tcPr>
          <w:p w14:paraId="4FDF3047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0991C2C3" w14:textId="77777777" w:rsidTr="00F244D9">
        <w:tc>
          <w:tcPr>
            <w:tcW w:w="3515" w:type="dxa"/>
          </w:tcPr>
          <w:p w14:paraId="3B1C1AB5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světla</w:t>
            </w:r>
          </w:p>
        </w:tc>
        <w:tc>
          <w:tcPr>
            <w:tcW w:w="3666" w:type="dxa"/>
          </w:tcPr>
          <w:p w14:paraId="40395CD5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73AB315D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67DA2BA9" w14:textId="77777777" w:rsidTr="00F244D9">
        <w:tc>
          <w:tcPr>
            <w:tcW w:w="3515" w:type="dxa"/>
          </w:tcPr>
          <w:p w14:paraId="37E95DA0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maják</w:t>
            </w:r>
          </w:p>
        </w:tc>
        <w:tc>
          <w:tcPr>
            <w:tcW w:w="3666" w:type="dxa"/>
          </w:tcPr>
          <w:p w14:paraId="0EB9921A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0026B429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49DDA0FA" w14:textId="77777777" w:rsidTr="00F244D9">
        <w:tc>
          <w:tcPr>
            <w:tcW w:w="3515" w:type="dxa"/>
          </w:tcPr>
          <w:p w14:paraId="37C9D707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sklopný ochranný rám</w:t>
            </w:r>
          </w:p>
        </w:tc>
        <w:tc>
          <w:tcPr>
            <w:tcW w:w="3666" w:type="dxa"/>
          </w:tcPr>
          <w:p w14:paraId="554AE73B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3595AB69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75E5D4FB" w14:textId="77777777" w:rsidTr="00F244D9">
        <w:tc>
          <w:tcPr>
            <w:tcW w:w="3515" w:type="dxa"/>
          </w:tcPr>
          <w:p w14:paraId="56757BBF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Hmotnost se sečením</w:t>
            </w:r>
          </w:p>
        </w:tc>
        <w:tc>
          <w:tcPr>
            <w:tcW w:w="3666" w:type="dxa"/>
          </w:tcPr>
          <w:p w14:paraId="741941EC" w14:textId="77777777" w:rsidR="00B3478A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min. 1550 kg</w:t>
            </w:r>
          </w:p>
        </w:tc>
        <w:tc>
          <w:tcPr>
            <w:tcW w:w="1881" w:type="dxa"/>
          </w:tcPr>
          <w:p w14:paraId="0802FE63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795C6B" w14:paraId="00876269" w14:textId="77777777" w:rsidTr="00F244D9">
        <w:tc>
          <w:tcPr>
            <w:tcW w:w="3515" w:type="dxa"/>
          </w:tcPr>
          <w:p w14:paraId="0D28AA28" w14:textId="77777777" w:rsidR="00795C6B" w:rsidRDefault="00795C6B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Osvětlení potřebné pro pohyb na pozemních komunikacích</w:t>
            </w:r>
          </w:p>
        </w:tc>
        <w:tc>
          <w:tcPr>
            <w:tcW w:w="3666" w:type="dxa"/>
          </w:tcPr>
          <w:p w14:paraId="6C147581" w14:textId="77777777" w:rsidR="00795C6B" w:rsidRDefault="00795C6B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881" w:type="dxa"/>
          </w:tcPr>
          <w:p w14:paraId="67ECBFCF" w14:textId="77777777" w:rsidR="00795C6B" w:rsidRPr="0071235C" w:rsidRDefault="00795C6B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B3478A" w14:paraId="61B67A7B" w14:textId="77777777" w:rsidTr="00F244D9">
        <w:tc>
          <w:tcPr>
            <w:tcW w:w="3515" w:type="dxa"/>
          </w:tcPr>
          <w:p w14:paraId="64D7136F" w14:textId="77777777" w:rsidR="00B3478A" w:rsidRDefault="00BA7318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Záruka</w:t>
            </w:r>
          </w:p>
        </w:tc>
        <w:tc>
          <w:tcPr>
            <w:tcW w:w="3666" w:type="dxa"/>
          </w:tcPr>
          <w:p w14:paraId="2A11797F" w14:textId="6B667F2A" w:rsidR="00B3478A" w:rsidRDefault="00BA7318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m</w:t>
            </w:r>
            <w:r w:rsidR="007E2EFB">
              <w:rPr>
                <w:rFonts w:eastAsia="Times New Roman" w:cstheme="minorHAnsi"/>
                <w:sz w:val="20"/>
                <w:szCs w:val="20"/>
                <w:lang w:eastAsia="cs-CZ"/>
              </w:rPr>
              <w:t>in. 24 měsíců</w:t>
            </w:r>
            <w:bookmarkStart w:id="0" w:name="_GoBack"/>
            <w:bookmarkEnd w:id="0"/>
          </w:p>
        </w:tc>
        <w:tc>
          <w:tcPr>
            <w:tcW w:w="1881" w:type="dxa"/>
          </w:tcPr>
          <w:p w14:paraId="7B6EB8DA" w14:textId="77777777" w:rsidR="00B3478A" w:rsidRPr="0071235C" w:rsidRDefault="00B3478A" w:rsidP="00F244D9">
            <w:pPr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</w:tbl>
    <w:p w14:paraId="3085A11E" w14:textId="77777777" w:rsidR="00F244D9" w:rsidRDefault="00F244D9" w:rsidP="00F244D9">
      <w:r w:rsidRPr="001908A6">
        <w:t>Název/typ/označení</w:t>
      </w:r>
      <w:r>
        <w:t xml:space="preserve"> nabízené sekačky: </w:t>
      </w:r>
      <w:r w:rsidRPr="00F244D9">
        <w:rPr>
          <w:highlight w:val="green"/>
        </w:rPr>
        <w:t>/vyplní účastník/</w:t>
      </w:r>
    </w:p>
    <w:p w14:paraId="702F820F" w14:textId="77777777" w:rsidR="0088270E" w:rsidRDefault="0088270E" w:rsidP="00B3478A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cs-CZ"/>
        </w:rPr>
      </w:pPr>
    </w:p>
    <w:p w14:paraId="1944D290" w14:textId="77777777" w:rsidR="009B1772" w:rsidRDefault="009B1772" w:rsidP="00B347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14:paraId="699D6891" w14:textId="77777777" w:rsidR="00F244D9" w:rsidRDefault="00F244D9" w:rsidP="00F244D9">
      <w:r>
        <w:t>Tímto prohlašuji, že nabízené parametry vozidla odpovídají skutečnosti.</w:t>
      </w:r>
    </w:p>
    <w:p w14:paraId="56C16AE6" w14:textId="77777777" w:rsidR="00F244D9" w:rsidRDefault="00F244D9" w:rsidP="00F244D9">
      <w:pPr>
        <w:tabs>
          <w:tab w:val="center" w:pos="7371"/>
        </w:tabs>
      </w:pPr>
    </w:p>
    <w:p w14:paraId="552EECCB" w14:textId="77777777" w:rsidR="00F244D9" w:rsidRPr="00F244D9" w:rsidRDefault="00F244D9" w:rsidP="00F244D9">
      <w:pPr>
        <w:rPr>
          <w:rFonts w:cs="Arial"/>
          <w:sz w:val="20"/>
          <w:szCs w:val="20"/>
        </w:rPr>
      </w:pPr>
      <w:r w:rsidRPr="00F244D9">
        <w:rPr>
          <w:rFonts w:cs="Arial"/>
          <w:sz w:val="20"/>
          <w:szCs w:val="20"/>
        </w:rPr>
        <w:t>V……………………., dne ……………………..</w:t>
      </w:r>
    </w:p>
    <w:p w14:paraId="043F0F87" w14:textId="77777777" w:rsidR="00F244D9" w:rsidRPr="00F244D9" w:rsidRDefault="00F244D9" w:rsidP="00F244D9">
      <w:pPr>
        <w:rPr>
          <w:rFonts w:cs="Arial"/>
          <w:sz w:val="20"/>
          <w:szCs w:val="20"/>
        </w:rPr>
      </w:pPr>
    </w:p>
    <w:p w14:paraId="0243511D" w14:textId="77777777" w:rsidR="00F244D9" w:rsidRPr="00F244D9" w:rsidRDefault="00F244D9" w:rsidP="00F244D9">
      <w:pPr>
        <w:rPr>
          <w:rFonts w:cs="Arial"/>
          <w:sz w:val="20"/>
          <w:szCs w:val="20"/>
        </w:rPr>
      </w:pPr>
    </w:p>
    <w:p w14:paraId="6B8B794F" w14:textId="77777777" w:rsidR="00F244D9" w:rsidRPr="00F244D9" w:rsidRDefault="00F244D9" w:rsidP="00F244D9">
      <w:pPr>
        <w:tabs>
          <w:tab w:val="left" w:pos="5412"/>
        </w:tabs>
        <w:jc w:val="both"/>
        <w:rPr>
          <w:rFonts w:cs="Arial"/>
          <w:sz w:val="20"/>
          <w:szCs w:val="20"/>
        </w:rPr>
      </w:pPr>
      <w:r w:rsidRPr="00F244D9">
        <w:rPr>
          <w:rFonts w:cs="Arial"/>
          <w:sz w:val="20"/>
          <w:szCs w:val="20"/>
        </w:rPr>
        <w:tab/>
      </w:r>
      <w:r w:rsidRPr="00F244D9">
        <w:rPr>
          <w:rFonts w:cs="Arial"/>
          <w:sz w:val="20"/>
          <w:szCs w:val="20"/>
        </w:rPr>
        <w:tab/>
      </w:r>
      <w:r w:rsidRPr="00F244D9">
        <w:rPr>
          <w:rFonts w:cs="Arial"/>
          <w:sz w:val="20"/>
          <w:szCs w:val="20"/>
        </w:rPr>
        <w:tab/>
      </w:r>
      <w:r w:rsidRPr="00F244D9">
        <w:rPr>
          <w:rFonts w:cs="Arial"/>
          <w:sz w:val="20"/>
          <w:szCs w:val="20"/>
        </w:rPr>
        <w:tab/>
      </w:r>
      <w:r w:rsidRPr="00F244D9">
        <w:rPr>
          <w:rFonts w:cs="Arial"/>
          <w:sz w:val="20"/>
          <w:szCs w:val="20"/>
        </w:rPr>
        <w:tab/>
      </w:r>
      <w:r w:rsidRPr="00F244D9">
        <w:rPr>
          <w:rFonts w:cs="Arial"/>
          <w:sz w:val="20"/>
          <w:szCs w:val="20"/>
        </w:rPr>
        <w:tab/>
      </w:r>
      <w:r w:rsidRPr="00F244D9">
        <w:rPr>
          <w:rFonts w:cs="Arial"/>
          <w:sz w:val="20"/>
          <w:szCs w:val="20"/>
        </w:rPr>
        <w:tab/>
        <w:t>………………………………………………</w:t>
      </w:r>
    </w:p>
    <w:p w14:paraId="60B9B93F" w14:textId="77777777" w:rsidR="00F244D9" w:rsidRPr="00F244D9" w:rsidRDefault="00F244D9" w:rsidP="00F244D9">
      <w:pPr>
        <w:ind w:left="4956" w:firstLine="708"/>
        <w:rPr>
          <w:rFonts w:cs="Arial"/>
          <w:sz w:val="20"/>
          <w:szCs w:val="20"/>
        </w:rPr>
      </w:pPr>
      <w:r w:rsidRPr="00F244D9">
        <w:rPr>
          <w:rFonts w:cs="Arial"/>
          <w:sz w:val="20"/>
          <w:szCs w:val="20"/>
        </w:rPr>
        <w:t>Titul, jméno, příjmení, funkce</w:t>
      </w:r>
    </w:p>
    <w:p w14:paraId="500485DF" w14:textId="77777777" w:rsidR="00F244D9" w:rsidRPr="00F244D9" w:rsidRDefault="00F244D9" w:rsidP="00F244D9">
      <w:pPr>
        <w:ind w:left="5664"/>
        <w:rPr>
          <w:rFonts w:cs="Arial"/>
          <w:sz w:val="20"/>
          <w:szCs w:val="20"/>
        </w:rPr>
      </w:pPr>
      <w:r w:rsidRPr="00F244D9">
        <w:rPr>
          <w:rFonts w:cs="Arial"/>
          <w:sz w:val="20"/>
          <w:szCs w:val="20"/>
        </w:rPr>
        <w:t>Podpis osoby oprávněné jednat jménem či za účastníka</w:t>
      </w:r>
    </w:p>
    <w:p w14:paraId="589089A3" w14:textId="77777777" w:rsidR="00F244D9" w:rsidRDefault="00F244D9"/>
    <w:sectPr w:rsidR="00F244D9" w:rsidSect="00F244D9">
      <w:headerReference w:type="default" r:id="rId6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79898" w14:textId="77777777" w:rsidR="00363332" w:rsidRDefault="00363332" w:rsidP="00F244D9">
      <w:pPr>
        <w:spacing w:after="0" w:line="240" w:lineRule="auto"/>
      </w:pPr>
      <w:r>
        <w:separator/>
      </w:r>
    </w:p>
  </w:endnote>
  <w:endnote w:type="continuationSeparator" w:id="0">
    <w:p w14:paraId="1C00F28A" w14:textId="77777777" w:rsidR="00363332" w:rsidRDefault="00363332" w:rsidP="00F24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B1FFC" w14:textId="77777777" w:rsidR="00363332" w:rsidRDefault="00363332" w:rsidP="00F244D9">
      <w:pPr>
        <w:spacing w:after="0" w:line="240" w:lineRule="auto"/>
      </w:pPr>
      <w:r>
        <w:separator/>
      </w:r>
    </w:p>
  </w:footnote>
  <w:footnote w:type="continuationSeparator" w:id="0">
    <w:p w14:paraId="3B8FC438" w14:textId="77777777" w:rsidR="00363332" w:rsidRDefault="00363332" w:rsidP="00F24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C891A" w14:textId="77777777" w:rsidR="00F244D9" w:rsidRDefault="008440D0">
    <w:pPr>
      <w:pStyle w:val="Zhlav"/>
    </w:pPr>
    <w:r>
      <w:t>Příloha: Technické parametry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8A"/>
    <w:rsid w:val="001767CA"/>
    <w:rsid w:val="00176B9B"/>
    <w:rsid w:val="00363332"/>
    <w:rsid w:val="00484521"/>
    <w:rsid w:val="00537BC3"/>
    <w:rsid w:val="00784AD0"/>
    <w:rsid w:val="00795C6B"/>
    <w:rsid w:val="007E2EFB"/>
    <w:rsid w:val="008440D0"/>
    <w:rsid w:val="0088270E"/>
    <w:rsid w:val="008A0E7A"/>
    <w:rsid w:val="0097007D"/>
    <w:rsid w:val="00975A5B"/>
    <w:rsid w:val="009B1772"/>
    <w:rsid w:val="00A0048C"/>
    <w:rsid w:val="00A33A50"/>
    <w:rsid w:val="00B33870"/>
    <w:rsid w:val="00B3478A"/>
    <w:rsid w:val="00BA7318"/>
    <w:rsid w:val="00BD216F"/>
    <w:rsid w:val="00C473C1"/>
    <w:rsid w:val="00D911C7"/>
    <w:rsid w:val="00DE70A9"/>
    <w:rsid w:val="00F2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3AF5"/>
  <w15:chartTrackingRefBased/>
  <w15:docId w15:val="{BCA08812-B5CA-4198-A5ED-39879D18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47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34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24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44D9"/>
  </w:style>
  <w:style w:type="paragraph" w:styleId="Zpat">
    <w:name w:val="footer"/>
    <w:basedOn w:val="Normln"/>
    <w:link w:val="ZpatChar"/>
    <w:uiPriority w:val="99"/>
    <w:unhideWhenUsed/>
    <w:rsid w:val="00F24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44D9"/>
  </w:style>
  <w:style w:type="character" w:styleId="Odkaznakoment">
    <w:name w:val="annotation reference"/>
    <w:basedOn w:val="Standardnpsmoodstavce"/>
    <w:uiPriority w:val="99"/>
    <w:semiHidden/>
    <w:unhideWhenUsed/>
    <w:rsid w:val="008A0E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0E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0E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E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E7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0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0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0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7C7D2EE1</Template>
  <TotalTime>1</TotalTime>
  <Pages>1</Pages>
  <Words>200</Words>
  <Characters>1183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Tětek</dc:creator>
  <cp:keywords/>
  <dc:description/>
  <cp:lastModifiedBy>Petr Tětek</cp:lastModifiedBy>
  <cp:revision>2</cp:revision>
  <dcterms:created xsi:type="dcterms:W3CDTF">2018-03-15T07:18:00Z</dcterms:created>
  <dcterms:modified xsi:type="dcterms:W3CDTF">2018-03-15T07:18:00Z</dcterms:modified>
</cp:coreProperties>
</file>